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40A" w:rsidRDefault="0085240A" w:rsidP="0085240A">
      <w:pPr>
        <w:rPr>
          <w:sz w:val="2"/>
        </w:rPr>
      </w:pPr>
      <w:bookmarkStart w:id="0" w:name="Inicio"/>
      <w:bookmarkEnd w:id="0"/>
    </w:p>
    <w:p w:rsidR="0085240A" w:rsidRDefault="0085240A" w:rsidP="0085240A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 w:rsidRPr="0085240A">
        <w:rPr>
          <w:b/>
        </w:rPr>
        <w:t>ASESORÍA XURÍDICA XERAL DA XUNTA DE GALICIA</w:t>
      </w:r>
    </w:p>
    <w:p w:rsidR="0085240A" w:rsidRDefault="0085240A" w:rsidP="0085240A">
      <w:pPr>
        <w:rPr>
          <w:sz w:val="8"/>
        </w:rPr>
      </w:pPr>
    </w:p>
    <w:p w:rsidR="0085240A" w:rsidRDefault="0085240A" w:rsidP="0085240A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</w:r>
      <w:r>
        <w:rPr>
          <w:b/>
        </w:rPr>
        <w:t>ASESORÍA XURÍDICA XERAL</w:t>
      </w:r>
    </w:p>
    <w:p w:rsidR="0085240A" w:rsidRDefault="0085240A" w:rsidP="0085240A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85240A" w:rsidTr="00B537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PX.501.00.000.15770.001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SECRETARIO/A DO/A SECRETARIO/A XERAL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7.526,26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</w:tc>
      </w:tr>
      <w:tr w:rsidR="0085240A" w:rsidTr="00B537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PX.501.00.000.15770.052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GABINETE DEFENSA XURISDICCIONAL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XSL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</w:tc>
      </w:tr>
      <w:tr w:rsidR="0085240A" w:rsidTr="00B537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PX.501.00.000.15770.053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SECCIÓN APOIO XURISDICIONAL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25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13.745,76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A1-A2-C1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XUR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</w:tc>
      </w:tr>
      <w:tr w:rsidR="0085240A" w:rsidTr="00B53790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PX.501.00.000.15770.093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LETRADO/A ESPEC. ASESOR.E APOIO Á PRODUC.NORMATIVA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30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24.547,18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XSL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A11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85240A" w:rsidRDefault="0085240A" w:rsidP="00B53790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640</w:t>
            </w:r>
          </w:p>
        </w:tc>
        <w:tc>
          <w:tcPr>
            <w:tcW w:w="2076" w:type="dxa"/>
            <w:tcBorders>
              <w:left w:val="nil"/>
            </w:tcBorders>
          </w:tcPr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  <w:p w:rsidR="0085240A" w:rsidRDefault="0085240A" w:rsidP="00B53790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85240A" w:rsidRDefault="0085240A">
      <w:pPr>
        <w:pStyle w:val="Encabezado"/>
        <w:tabs>
          <w:tab w:val="clear" w:pos="4252"/>
          <w:tab w:val="clear" w:pos="8504"/>
        </w:tabs>
        <w:sectPr w:rsidR="0085240A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66" w:right="363" w:bottom="567" w:left="363" w:header="425" w:footer="720" w:gutter="0"/>
          <w:cols w:space="720"/>
          <w:titlePg/>
        </w:sectPr>
      </w:pP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LD</w:t>
      </w:r>
      <w:r>
        <w:tab/>
        <w:t>LIBRE DESIGNACIÓN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FORMACIÓNS ESPECÍFICAS</w:t>
      </w: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640</w:t>
      </w:r>
      <w:r>
        <w:tab/>
        <w:t>PARA PERSOAL DOUTRA ADMINISTRACIÓN, CURSO DE PERFECCIONAMENTO DE GALEGO (R.I.).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XSL</w:t>
      </w:r>
      <w:r>
        <w:tab/>
        <w:t>XERAL (ESCALA LETRADOS)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A11</w:t>
      </w:r>
      <w:r>
        <w:tab/>
        <w:t>ADSCRICIÓN INDISTINTA A FUNCIONARIOS DA XUNTA DE GALICIA, ESTADO E CC.AA.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>ADSCRICIÓN EXCLUSIVA A FUNCIONARIOS DA XUNTA DE GALICIA.</w:t>
      </w: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</w:pP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ÁREAS FUNCIONAIS</w:t>
      </w:r>
    </w:p>
    <w:p w:rsidR="0085240A" w:rsidRDefault="0085240A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E4FF0" w:rsidRDefault="0085240A">
      <w:pPr>
        <w:pStyle w:val="Encabezado"/>
        <w:tabs>
          <w:tab w:val="clear" w:pos="4252"/>
          <w:tab w:val="clear" w:pos="8504"/>
        </w:tabs>
      </w:pPr>
      <w:r>
        <w:tab/>
        <w:t>XUR</w:t>
      </w:r>
      <w:r>
        <w:tab/>
        <w:t>TÉCNICO-XURÍDICA</w:t>
      </w:r>
      <w:bookmarkStart w:id="1" w:name="_GoBack"/>
      <w:bookmarkEnd w:id="1"/>
    </w:p>
    <w:sectPr w:rsidR="00DE4FF0">
      <w:headerReference w:type="first" r:id="rId11"/>
      <w:pgSz w:w="16840" w:h="11907" w:orient="landscape" w:code="9"/>
      <w:pgMar w:top="266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40A" w:rsidRDefault="0085240A">
      <w:pPr>
        <w:pStyle w:val="Encabezado"/>
      </w:pPr>
      <w:r>
        <w:separator/>
      </w:r>
    </w:p>
  </w:endnote>
  <w:endnote w:type="continuationSeparator" w:id="0">
    <w:p w:rsidR="0085240A" w:rsidRDefault="0085240A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DE4FF0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85240A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40A" w:rsidRDefault="0085240A">
      <w:pPr>
        <w:pStyle w:val="Encabezado"/>
      </w:pPr>
      <w:r>
        <w:separator/>
      </w:r>
    </w:p>
  </w:footnote>
  <w:footnote w:type="continuationSeparator" w:id="0">
    <w:p w:rsidR="0085240A" w:rsidRDefault="0085240A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Encabezado"/>
      <w:ind w:right="84"/>
      <w:jc w:val="right"/>
      <w:rPr>
        <w:b/>
      </w:rPr>
    </w:pPr>
  </w:p>
  <w:p w:rsidR="00137084" w:rsidRDefault="00137084">
    <w:pPr>
      <w:pStyle w:val="Encabezado"/>
      <w:rPr>
        <w:b/>
        <w:u w:val="double"/>
      </w:rPr>
    </w:pPr>
    <w:r>
      <w:rPr>
        <w:b/>
        <w:u w:val="double"/>
      </w:rPr>
      <w:t>_LDconselleria_</w:t>
    </w:r>
  </w:p>
  <w:p w:rsidR="00137084" w:rsidRDefault="00137084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DE4FF0" w:rsidTr="00DE4FF0">
      <w:tblPrEx>
        <w:tblCellMar>
          <w:top w:w="0" w:type="dxa"/>
          <w:bottom w:w="0" w:type="dxa"/>
        </w:tblCellMar>
      </w:tblPrEx>
      <w:trPr>
        <w:cantSplit/>
      </w:trPr>
      <w:tc>
        <w:tcPr>
          <w:tcW w:w="1871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85240A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PRESIDENCIA DA XUNTA DE GALICIA</w:t>
    </w:r>
  </w:p>
  <w:p w:rsidR="00137084" w:rsidRDefault="0085240A">
    <w:pPr>
      <w:pStyle w:val="Encabezado"/>
      <w:ind w:right="84"/>
      <w:jc w:val="right"/>
      <w:rPr>
        <w:b/>
      </w:rPr>
    </w:pPr>
    <w:r>
      <w:rPr>
        <w:b/>
      </w:rPr>
      <w:t>29/11/2023</w:t>
    </w:r>
  </w:p>
  <w:p w:rsidR="00137084" w:rsidRDefault="00137084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137084" w:rsidRDefault="00137084">
    <w:pPr>
      <w:pStyle w:val="Encabezado"/>
      <w:ind w:right="84"/>
      <w:jc w:val="center"/>
      <w:rPr>
        <w:b/>
        <w:sz w:val="12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842BA9" w:rsidTr="00842BA9">
      <w:tblPrEx>
        <w:tblCellMar>
          <w:top w:w="0" w:type="dxa"/>
          <w:bottom w:w="0" w:type="dxa"/>
        </w:tblCellMar>
      </w:tblPrEx>
      <w:trPr>
        <w:cantSplit/>
      </w:trPr>
      <w:tc>
        <w:tcPr>
          <w:tcW w:w="1871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842BA9" w:rsidRDefault="00842BA9" w:rsidP="00A4206C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240A" w:rsidRDefault="0085240A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comments="0" w:insDel="0" w:formatting="0" w:inkAnnotation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40A"/>
    <w:rsid w:val="00137084"/>
    <w:rsid w:val="00842BA9"/>
    <w:rsid w:val="0085240A"/>
    <w:rsid w:val="008944AC"/>
    <w:rsid w:val="00A4206C"/>
    <w:rsid w:val="00BD1C7A"/>
    <w:rsid w:val="00CF36AF"/>
    <w:rsid w:val="00DD0DF1"/>
    <w:rsid w:val="00DE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FU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RPTFU97S_SG_F.DOT</Template>
  <TotalTime>0</TotalTime>
  <Pages>2</Pages>
  <Words>168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 de funcionarios con "aadmin" sen vacantes, versión w97</vt:lpstr>
    </vt:vector>
  </TitlesOfParts>
  <Company>XUNTA DE GALICIA</Company>
  <LinksUpToDate>false</LinksUpToDate>
  <CharactersWithSpaces>1090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 de funcionarios con "aadmin" sen vacantes, versión w97</dc:title>
  <dc:creator>HP Inc.</dc:creator>
  <cp:lastModifiedBy>HP Inc.</cp:lastModifiedBy>
  <cp:revision>1</cp:revision>
  <cp:lastPrinted>1601-01-01T00:00:00Z</cp:lastPrinted>
  <dcterms:created xsi:type="dcterms:W3CDTF">2023-11-29T10:52:00Z</dcterms:created>
  <dcterms:modified xsi:type="dcterms:W3CDTF">2023-11-29T10:52:00Z</dcterms:modified>
</cp:coreProperties>
</file>